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66BD75E8" w:rsidR="005F4881" w:rsidRDefault="004B3A7A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Egert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Linkmann, 39702264246,</w:t>
            </w:r>
          </w:p>
          <w:p w14:paraId="27DF46B5" w14:textId="62683DBF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56502880, egert.linkmann@threod.com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Egert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10E0D531" w:rsidR="004B3A7A" w:rsidRDefault="007408B4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DA20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4B3A7A">
              <w:rPr>
                <w:rFonts w:ascii="Times New Roman" w:hAnsi="Times New Roman"/>
                <w:sz w:val="24"/>
                <w:szCs w:val="24"/>
              </w:rPr>
              <w:t>.</w:t>
            </w:r>
            <w:r w:rsidR="00DA20C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4B3A7A">
              <w:rPr>
                <w:rFonts w:ascii="Times New Roman" w:hAnsi="Times New Roman"/>
                <w:sz w:val="24"/>
                <w:szCs w:val="24"/>
              </w:rPr>
              <w:t>4</w:t>
            </w:r>
            <w:r w:rsidR="00A56A7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</w:r>
            <w:r w:rsidR="00000000"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02F3ACE3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4-12-1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7408B4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11.12.2024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F5289" w14:textId="77777777" w:rsidR="00A57D86" w:rsidRDefault="00A57D86" w:rsidP="0022188E">
      <w:pPr>
        <w:spacing w:after="0" w:line="240" w:lineRule="auto"/>
      </w:pPr>
      <w:r>
        <w:separator/>
      </w:r>
    </w:p>
  </w:endnote>
  <w:endnote w:type="continuationSeparator" w:id="0">
    <w:p w14:paraId="6E614A9E" w14:textId="77777777" w:rsidR="00A57D86" w:rsidRDefault="00A57D86" w:rsidP="0022188E">
      <w:pPr>
        <w:spacing w:after="0" w:line="240" w:lineRule="auto"/>
      </w:pPr>
      <w:r>
        <w:continuationSeparator/>
      </w:r>
    </w:p>
  </w:endnote>
  <w:endnote w:type="continuationNotice" w:id="1">
    <w:p w14:paraId="19BA4045" w14:textId="77777777" w:rsidR="00A57D86" w:rsidRDefault="00A57D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B0585" w14:textId="77777777" w:rsidR="00A57D86" w:rsidRDefault="00A57D86" w:rsidP="0022188E">
      <w:pPr>
        <w:spacing w:after="0" w:line="240" w:lineRule="auto"/>
      </w:pPr>
      <w:r>
        <w:separator/>
      </w:r>
    </w:p>
  </w:footnote>
  <w:footnote w:type="continuationSeparator" w:id="0">
    <w:p w14:paraId="0B8C7B0C" w14:textId="77777777" w:rsidR="00A57D86" w:rsidRDefault="00A57D86" w:rsidP="0022188E">
      <w:pPr>
        <w:spacing w:after="0" w:line="240" w:lineRule="auto"/>
      </w:pPr>
      <w:r>
        <w:continuationSeparator/>
      </w:r>
    </w:p>
  </w:footnote>
  <w:footnote w:type="continuationNotice" w:id="1">
    <w:p w14:paraId="23389B7C" w14:textId="77777777" w:rsidR="00A57D86" w:rsidRDefault="00A57D8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D303E"/>
    <w:rsid w:val="004D5E32"/>
    <w:rsid w:val="004F65C0"/>
    <w:rsid w:val="00502CD3"/>
    <w:rsid w:val="00504393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417C0"/>
    <w:rsid w:val="00941CF9"/>
    <w:rsid w:val="00955089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25ED3"/>
    <w:rsid w:val="00B30FDC"/>
    <w:rsid w:val="00B414C5"/>
    <w:rsid w:val="00B44662"/>
    <w:rsid w:val="00B44AE4"/>
    <w:rsid w:val="00B4799D"/>
    <w:rsid w:val="00B54CD6"/>
    <w:rsid w:val="00B628BC"/>
    <w:rsid w:val="00B7202E"/>
    <w:rsid w:val="00B72B7F"/>
    <w:rsid w:val="00B81E3E"/>
    <w:rsid w:val="00B92A33"/>
    <w:rsid w:val="00BA358D"/>
    <w:rsid w:val="00BC7093"/>
    <w:rsid w:val="00BC787D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5A4F"/>
    <w:rsid w:val="00C674D2"/>
    <w:rsid w:val="00C86F24"/>
    <w:rsid w:val="00C91CBC"/>
    <w:rsid w:val="00CB74D4"/>
    <w:rsid w:val="00CC4710"/>
    <w:rsid w:val="00CC47C5"/>
    <w:rsid w:val="00CC679C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167E39"/>
    <w:rsid w:val="002E2AE0"/>
    <w:rsid w:val="00320969"/>
    <w:rsid w:val="004849A4"/>
    <w:rsid w:val="005448FE"/>
    <w:rsid w:val="005D169A"/>
    <w:rsid w:val="00604546"/>
    <w:rsid w:val="006502F4"/>
    <w:rsid w:val="00664809"/>
    <w:rsid w:val="007437B2"/>
    <w:rsid w:val="007439FF"/>
    <w:rsid w:val="008B5E8D"/>
    <w:rsid w:val="00A24B75"/>
    <w:rsid w:val="00A27A0F"/>
    <w:rsid w:val="00AD1FD5"/>
    <w:rsid w:val="00B400D3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C:\Users\Barulin\Threod Systems OÜ\5.0 TST&amp;TRN - 5.11 FLIGHT PERMITS &amp; NOTAM\NOTAM\AUG2021\week34_18.08-19.08\(110821) THREOD SYSTEMS MEHITAMATA ÕHUSÕIDUKI LENNUTAMISE TAOTLUS.dotx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2024-12-11T08:09:00Z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